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0D548" w14:textId="2DC152E7" w:rsidR="00021518" w:rsidRDefault="00021518">
      <w:bookmarkStart w:id="0" w:name="_GoBack"/>
      <w:bookmarkEnd w:id="0"/>
    </w:p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4CB49CCC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06.10.2025.a nr </w:t>
      </w:r>
      <w:r w:rsidR="00EE7E0C">
        <w:t>5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4E50BD69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EE7E0C">
        <w:t>Kauri Heidrits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EE7E0C" w:rsidRPr="00EE7E0C">
        <w:t>39601055717</w:t>
      </w:r>
      <w:r>
        <w:t xml:space="preserve"> </w:t>
      </w:r>
      <w:proofErr w:type="spellStart"/>
      <w:r>
        <w:t>esindama</w:t>
      </w:r>
      <w:proofErr w:type="spellEnd"/>
      <w:r>
        <w:t xml:space="preserve"> </w:t>
      </w:r>
      <w:proofErr w:type="spellStart"/>
      <w:r>
        <w:t>Valga</w:t>
      </w:r>
      <w:proofErr w:type="spellEnd"/>
      <w:r>
        <w:t xml:space="preserve"> </w:t>
      </w:r>
      <w:proofErr w:type="spellStart"/>
      <w:r>
        <w:t>Puu</w:t>
      </w:r>
      <w:proofErr w:type="spellEnd"/>
      <w:r>
        <w:t xml:space="preserve">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1A376C" w:rsidP="000B22E9">
      <w:hyperlink r:id="rId10" w:history="1">
        <w:r w:rsidR="000B22E9"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46480" w14:textId="77777777" w:rsidR="001A376C" w:rsidRDefault="001A376C" w:rsidP="00021518">
      <w:r>
        <w:separator/>
      </w:r>
    </w:p>
  </w:endnote>
  <w:endnote w:type="continuationSeparator" w:id="0">
    <w:p w14:paraId="1CDAA7AB" w14:textId="77777777" w:rsidR="001A376C" w:rsidRDefault="001A376C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Palu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D3719" w14:textId="77777777" w:rsidR="001A376C" w:rsidRDefault="001A376C" w:rsidP="00021518">
      <w:r>
        <w:separator/>
      </w:r>
    </w:p>
  </w:footnote>
  <w:footnote w:type="continuationSeparator" w:id="0">
    <w:p w14:paraId="267068D4" w14:textId="77777777" w:rsidR="001A376C" w:rsidRDefault="001A376C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704E1"/>
    <w:rsid w:val="000B22E9"/>
    <w:rsid w:val="000C1915"/>
    <w:rsid w:val="000D6594"/>
    <w:rsid w:val="0010108A"/>
    <w:rsid w:val="00162485"/>
    <w:rsid w:val="00163DF7"/>
    <w:rsid w:val="0016534B"/>
    <w:rsid w:val="001A376C"/>
    <w:rsid w:val="001B51B9"/>
    <w:rsid w:val="001C79A4"/>
    <w:rsid w:val="00247372"/>
    <w:rsid w:val="0028372D"/>
    <w:rsid w:val="002F78CE"/>
    <w:rsid w:val="00326918"/>
    <w:rsid w:val="003F0526"/>
    <w:rsid w:val="004168E4"/>
    <w:rsid w:val="004916FD"/>
    <w:rsid w:val="004A6CAA"/>
    <w:rsid w:val="004F5FA2"/>
    <w:rsid w:val="00515356"/>
    <w:rsid w:val="00547B80"/>
    <w:rsid w:val="00590DB0"/>
    <w:rsid w:val="005A2FA8"/>
    <w:rsid w:val="005C594E"/>
    <w:rsid w:val="0068350D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81AB0"/>
    <w:rsid w:val="00BA1B34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65404"/>
    <w:rsid w:val="00E84815"/>
    <w:rsid w:val="00E84E1C"/>
    <w:rsid w:val="00EE7E0C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2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1C49E-D57E-468F-9D8B-ABC9A7F5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1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Kauri Heidrits</cp:lastModifiedBy>
  <cp:revision>2</cp:revision>
  <dcterms:created xsi:type="dcterms:W3CDTF">2025-10-14T06:25:00Z</dcterms:created>
  <dcterms:modified xsi:type="dcterms:W3CDTF">2025-10-14T06:25:00Z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